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2B5CB89B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C057C9">
        <w:t>1</w:t>
      </w:r>
      <w:r w:rsidR="00940692">
        <w:t>4</w:t>
      </w:r>
      <w:r w:rsidR="003C1A37" w:rsidRPr="003C1A37">
        <w:t xml:space="preserve"> B1 </w:t>
      </w:r>
      <w:r w:rsidR="003C1A37">
        <w:t>EOI 20</w:t>
      </w:r>
      <w:r w:rsidR="00BC1D74">
        <w:t xml:space="preserve">10 </w:t>
      </w:r>
      <w:r w:rsidR="00940692">
        <w:t>TEXT MESSAGE MISTAKE</w:t>
      </w:r>
      <w:bookmarkEnd w:id="1"/>
    </w:p>
    <w:p w14:paraId="51695F30" w14:textId="77777777" w:rsidR="00035E04" w:rsidRP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p w14:paraId="52759E9C" w14:textId="72C14B68" w:rsidR="00196ABE" w:rsidRDefault="00940692">
      <w:r>
        <w:rPr>
          <w:noProof/>
          <w:lang w:val="en-US" w:eastAsia="en-US"/>
        </w:rPr>
        <w:drawing>
          <wp:inline distT="0" distB="0" distL="0" distR="0" wp14:anchorId="464D1F9D" wp14:editId="133929DD">
            <wp:extent cx="5273040" cy="2230986"/>
            <wp:effectExtent l="0" t="0" r="10160" b="444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23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2AF47" w14:textId="77A63672" w:rsidR="00BC1D74" w:rsidRDefault="00BC1D74" w:rsidP="00BC1D74"/>
    <w:p w14:paraId="501AD9C9" w14:textId="77777777" w:rsidR="00873FDB" w:rsidRDefault="00873FDB" w:rsidP="00BC1D74"/>
    <w:p w14:paraId="3121C731" w14:textId="77777777" w:rsidR="00873FDB" w:rsidRDefault="00873FDB" w:rsidP="00BC1D74"/>
    <w:p w14:paraId="77E36E1A" w14:textId="3E839EF0" w:rsidR="00873FDB" w:rsidRDefault="00873FDB" w:rsidP="00BC1D74"/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71259B"/>
    <w:rsid w:val="00831AD4"/>
    <w:rsid w:val="00844BEE"/>
    <w:rsid w:val="00873FDB"/>
    <w:rsid w:val="00940692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1</TotalTime>
  <Pages>1</Pages>
  <Words>20</Words>
  <Characters>118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2014-12-06T08:44:00Z</dcterms:created>
  <dcterms:modified xsi:type="dcterms:W3CDTF">2014-12-06T08:44:00Z</dcterms:modified>
</cp:coreProperties>
</file>